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35542A5B" w:rsidR="00F1480E" w:rsidRPr="00CA2922" w:rsidRDefault="002D7F74" w:rsidP="00FD557D">
      <w:pPr>
        <w:pStyle w:val="SIHeading2"/>
      </w:pPr>
      <w:r>
        <w:t xml:space="preserve"> </w:t>
      </w:r>
      <w:r w:rsidR="00F1480E">
        <w:t>Modification h</w:t>
      </w:r>
      <w:r w:rsidR="00F1480E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C012C" w14:paraId="266F7BF4" w14:textId="77777777" w:rsidTr="00146EEC">
        <w:tc>
          <w:tcPr>
            <w:tcW w:w="2689" w:type="dxa"/>
          </w:tcPr>
          <w:p w14:paraId="29707DB1" w14:textId="1357064A" w:rsidR="007C012C" w:rsidRPr="0091548A" w:rsidRDefault="007C012C" w:rsidP="0091548A">
            <w:r>
              <w:t xml:space="preserve">Release </w:t>
            </w:r>
            <w:r w:rsidR="00035EBB">
              <w:t>1</w:t>
            </w:r>
          </w:p>
        </w:tc>
        <w:tc>
          <w:tcPr>
            <w:tcW w:w="6939" w:type="dxa"/>
          </w:tcPr>
          <w:p w14:paraId="5B92B67B" w14:textId="4A0E7199" w:rsidR="007C012C" w:rsidRPr="0091548A" w:rsidRDefault="007C012C" w:rsidP="0091548A">
            <w:r w:rsidRPr="009D468D">
              <w:t>This version released with FWP Forest and Wood Products Training Package Version</w:t>
            </w:r>
            <w:r>
              <w:t xml:space="preserve"> 6.0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1D1E4F58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T2</w:t>
            </w:r>
            <w:r w:rsidR="00A63105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1D7D8053" w:rsidR="00F1480E" w:rsidRPr="000754EC" w:rsidRDefault="0099334D" w:rsidP="000754EC">
            <w:pPr>
              <w:pStyle w:val="SIUnittitle"/>
            </w:pPr>
            <w:r w:rsidRPr="0099334D">
              <w:t>Use hand-held tools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C4AE64" w14:textId="7D83B4F9" w:rsidR="00D74722" w:rsidRDefault="0099334D" w:rsidP="0099334D">
            <w:r w:rsidRPr="0099334D">
              <w:t xml:space="preserve">This unit of competency describes the </w:t>
            </w:r>
            <w:r w:rsidR="002B7249">
              <w:t>skills and knowledge</w:t>
            </w:r>
            <w:r w:rsidR="002B7249" w:rsidRPr="0099334D">
              <w:t xml:space="preserve"> </w:t>
            </w:r>
            <w:r w:rsidRPr="0099334D">
              <w:t>required to select and use</w:t>
            </w:r>
            <w:r w:rsidR="002B7249">
              <w:t xml:space="preserve"> a</w:t>
            </w:r>
            <w:r w:rsidRPr="0099334D">
              <w:t xml:space="preserve"> variety of manual hand tools and power tools for various tasks. </w:t>
            </w:r>
          </w:p>
          <w:p w14:paraId="47F5D885" w14:textId="506310AA" w:rsidR="0099334D" w:rsidRPr="0099334D" w:rsidRDefault="0099334D" w:rsidP="0099334D">
            <w:r w:rsidRPr="0099334D">
              <w:t>Work is completed in work settings and involves completing basic non-specialist maintenance.</w:t>
            </w:r>
          </w:p>
          <w:p w14:paraId="7D6EE196" w14:textId="451B8290" w:rsidR="0099334D" w:rsidRDefault="0099334D" w:rsidP="0099334D">
            <w:r w:rsidRPr="0099334D">
              <w:t xml:space="preserve">The unit applies to </w:t>
            </w:r>
            <w:r w:rsidR="009A064B">
              <w:t>p</w:t>
            </w:r>
            <w:r w:rsidRPr="0099334D">
              <w:t xml:space="preserve">roduction </w:t>
            </w:r>
            <w:r w:rsidR="009A064B">
              <w:t>w</w:t>
            </w:r>
            <w:r w:rsidRPr="0099334D">
              <w:t>orker</w:t>
            </w:r>
            <w:r w:rsidR="007601BA">
              <w:t>s</w:t>
            </w:r>
            <w:r w:rsidRPr="0099334D">
              <w:t xml:space="preserve">, </w:t>
            </w:r>
            <w:r w:rsidR="009A064B">
              <w:t>m</w:t>
            </w:r>
            <w:r w:rsidRPr="0099334D">
              <w:t xml:space="preserve">anufacturing </w:t>
            </w:r>
            <w:r w:rsidR="009A064B">
              <w:t>a</w:t>
            </w:r>
            <w:r w:rsidRPr="0099334D">
              <w:t>ssistant</w:t>
            </w:r>
            <w:r w:rsidR="006407B2">
              <w:t>s</w:t>
            </w:r>
            <w:r w:rsidRPr="0099334D">
              <w:t xml:space="preserve">, </w:t>
            </w:r>
            <w:r w:rsidR="009A064B">
              <w:t>t</w:t>
            </w:r>
            <w:r w:rsidRPr="0099334D">
              <w:t xml:space="preserve">imber </w:t>
            </w:r>
            <w:r w:rsidR="009A064B">
              <w:t>m</w:t>
            </w:r>
            <w:r w:rsidRPr="0099334D">
              <w:t xml:space="preserve">anufacturing </w:t>
            </w:r>
            <w:r w:rsidR="009A064B">
              <w:t>w</w:t>
            </w:r>
            <w:r w:rsidRPr="0099334D">
              <w:t>orker</w:t>
            </w:r>
            <w:r w:rsidR="0013175B">
              <w:t>s</w:t>
            </w:r>
            <w:r w:rsidRPr="0099334D">
              <w:t xml:space="preserve">, </w:t>
            </w:r>
            <w:r w:rsidR="009A064B">
              <w:t>s</w:t>
            </w:r>
            <w:r w:rsidRPr="0099334D">
              <w:t xml:space="preserve">awmill </w:t>
            </w:r>
            <w:r w:rsidR="009A064B">
              <w:t>w</w:t>
            </w:r>
            <w:r w:rsidRPr="0099334D">
              <w:t>orker</w:t>
            </w:r>
            <w:r w:rsidR="0013175B">
              <w:t>s</w:t>
            </w:r>
            <w:r w:rsidRPr="0099334D">
              <w:t>.</w:t>
            </w:r>
          </w:p>
          <w:p w14:paraId="03F2BE85" w14:textId="1283A1BA" w:rsidR="00774610" w:rsidRPr="0099334D" w:rsidRDefault="00774610" w:rsidP="0099334D">
            <w:r>
              <w:t>This unit is suitable for those with the knowledge and skills to undertake specified activities under the direction of more experienced workers.</w:t>
            </w:r>
          </w:p>
          <w:p w14:paraId="216189FE" w14:textId="4B6CB1BE" w:rsidR="00373436" w:rsidRPr="000754EC" w:rsidRDefault="0099334D" w:rsidP="0099334D">
            <w:r w:rsidRPr="0099334D">
              <w:t>No licensing, legislative</w:t>
            </w:r>
            <w:r w:rsidR="005701EB">
              <w:t xml:space="preserve"> </w:t>
            </w:r>
            <w:r w:rsidRPr="0099334D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21975081" w:rsidR="00F1480E" w:rsidRPr="000754EC" w:rsidRDefault="005A6AF3" w:rsidP="00AB5133">
            <w:pPr>
              <w:pStyle w:val="SIText"/>
            </w:pPr>
            <w:r w:rsidRPr="005A6AF3">
              <w:t xml:space="preserve">Common </w:t>
            </w:r>
            <w:r w:rsidR="007C012C">
              <w:t>t</w:t>
            </w:r>
            <w:r w:rsidRPr="005A6AF3">
              <w:t>echnical</w:t>
            </w:r>
            <w:r w:rsidR="00BC6BB1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9334D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7FEF4E3B" w:rsidR="0099334D" w:rsidRPr="0099334D" w:rsidRDefault="0099334D" w:rsidP="0099334D">
            <w:r w:rsidRPr="0099334D">
              <w:t>1. Prepare for using hand-held tools</w:t>
            </w:r>
          </w:p>
        </w:tc>
        <w:tc>
          <w:tcPr>
            <w:tcW w:w="3604" w:type="pct"/>
            <w:shd w:val="clear" w:color="auto" w:fill="auto"/>
          </w:tcPr>
          <w:p w14:paraId="7F08D419" w14:textId="7C7CF6C4" w:rsidR="0099334D" w:rsidRPr="0099334D" w:rsidRDefault="0099334D" w:rsidP="0099334D">
            <w:r w:rsidRPr="0099334D">
              <w:t xml:space="preserve">1.1 </w:t>
            </w:r>
            <w:r w:rsidR="00330C29" w:rsidRPr="0099334D">
              <w:t>Re</w:t>
            </w:r>
            <w:r w:rsidR="00330C29">
              <w:t>ad and interpret</w:t>
            </w:r>
            <w:r w:rsidR="00330C29" w:rsidRPr="0099334D">
              <w:t xml:space="preserve"> </w:t>
            </w:r>
            <w:r w:rsidRPr="0099334D">
              <w:t xml:space="preserve">work order </w:t>
            </w:r>
            <w:r w:rsidR="0024593A">
              <w:t xml:space="preserve">to determine selection of </w:t>
            </w:r>
            <w:r w:rsidR="00B64679">
              <w:t xml:space="preserve">hand-held tools required for the task </w:t>
            </w:r>
            <w:r w:rsidRPr="0099334D">
              <w:t>and, where required, check with appropriate person</w:t>
            </w:r>
          </w:p>
          <w:p w14:paraId="26771B64" w14:textId="6113B922" w:rsidR="0066770B" w:rsidRDefault="0099334D" w:rsidP="0099334D">
            <w:r w:rsidRPr="0099334D">
              <w:t xml:space="preserve">1.2 </w:t>
            </w:r>
            <w:r w:rsidR="004912C0">
              <w:t>Read and follow workplace safety requirements</w:t>
            </w:r>
            <w:r w:rsidR="00B64679">
              <w:t xml:space="preserve"> related to use of hand</w:t>
            </w:r>
            <w:r w:rsidR="0092273B">
              <w:t>-</w:t>
            </w:r>
            <w:r w:rsidR="00B64679">
              <w:t xml:space="preserve"> held</w:t>
            </w:r>
            <w:r w:rsidR="0092273B">
              <w:t xml:space="preserve"> </w:t>
            </w:r>
            <w:r w:rsidR="00B64679">
              <w:t>tools</w:t>
            </w:r>
          </w:p>
          <w:p w14:paraId="46D92966" w14:textId="0BF46123" w:rsidR="0099334D" w:rsidRPr="0099334D" w:rsidRDefault="00441B6F" w:rsidP="0099334D">
            <w:r>
              <w:t xml:space="preserve">1.3 </w:t>
            </w:r>
            <w:r w:rsidR="00953678">
              <w:t>S</w:t>
            </w:r>
            <w:r w:rsidR="0099334D" w:rsidRPr="0099334D">
              <w:t>elect</w:t>
            </w:r>
            <w:r w:rsidR="00953678">
              <w:t xml:space="preserve">, check for serviceability and use </w:t>
            </w:r>
            <w:r w:rsidR="0099334D" w:rsidRPr="0099334D">
              <w:t>hand-held tools appropriate to complete tasks</w:t>
            </w:r>
          </w:p>
        </w:tc>
      </w:tr>
      <w:tr w:rsidR="0099334D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6D98B4BA" w:rsidR="0099334D" w:rsidRPr="0099334D" w:rsidRDefault="0099334D" w:rsidP="0099334D">
            <w:r w:rsidRPr="0099334D">
              <w:t>2. Operate and maintain hand-held tools</w:t>
            </w:r>
          </w:p>
        </w:tc>
        <w:tc>
          <w:tcPr>
            <w:tcW w:w="3604" w:type="pct"/>
            <w:shd w:val="clear" w:color="auto" w:fill="auto"/>
          </w:tcPr>
          <w:p w14:paraId="1D37D383" w14:textId="5B5FD6A1" w:rsidR="0099334D" w:rsidRPr="0099334D" w:rsidRDefault="0099334D" w:rsidP="0099334D">
            <w:r w:rsidRPr="0099334D">
              <w:t>2.1 Select</w:t>
            </w:r>
            <w:r w:rsidR="005A566C">
              <w:t>, fit</w:t>
            </w:r>
            <w:r w:rsidRPr="0099334D">
              <w:t xml:space="preserve"> and use appropriate personal protective equipment</w:t>
            </w:r>
            <w:r w:rsidR="005A566C">
              <w:t xml:space="preserve"> (PPE)</w:t>
            </w:r>
          </w:p>
          <w:p w14:paraId="01BA1578" w14:textId="393F2946" w:rsidR="0099334D" w:rsidRPr="0099334D" w:rsidRDefault="0099334D" w:rsidP="0099334D">
            <w:r w:rsidRPr="0099334D">
              <w:t xml:space="preserve">2.2 Follow lock out procedures and check tools for safe operation in line with manufacturer's </w:t>
            </w:r>
            <w:r w:rsidR="00E7457B">
              <w:t>instructions</w:t>
            </w:r>
          </w:p>
          <w:p w14:paraId="5AD65E01" w14:textId="7E1DAF89" w:rsidR="0099334D" w:rsidRPr="0099334D" w:rsidRDefault="0099334D" w:rsidP="0099334D">
            <w:r w:rsidRPr="0099334D">
              <w:t xml:space="preserve">2.3 Identify unsafe, faulty or </w:t>
            </w:r>
            <w:r w:rsidR="005C7C39">
              <w:t>damaged</w:t>
            </w:r>
            <w:r w:rsidRPr="0099334D">
              <w:t xml:space="preserve"> </w:t>
            </w:r>
            <w:r w:rsidR="00CE35B8">
              <w:t>tools, remove from service</w:t>
            </w:r>
            <w:r w:rsidR="00CE35B8" w:rsidRPr="0099334D">
              <w:t xml:space="preserve"> </w:t>
            </w:r>
            <w:r w:rsidRPr="0099334D">
              <w:t xml:space="preserve">and mark for repair or replacement in line with </w:t>
            </w:r>
            <w:r w:rsidR="00CE35B8">
              <w:t>workplace</w:t>
            </w:r>
            <w:r w:rsidR="00CE35B8" w:rsidRPr="0099334D">
              <w:t xml:space="preserve"> </w:t>
            </w:r>
            <w:r w:rsidRPr="0099334D">
              <w:t>procedures</w:t>
            </w:r>
          </w:p>
          <w:p w14:paraId="6CE13C28" w14:textId="7041FBC2" w:rsidR="0099334D" w:rsidRPr="0099334D" w:rsidRDefault="0099334D" w:rsidP="0099334D">
            <w:r w:rsidRPr="0099334D">
              <w:t xml:space="preserve">2.4 Use hand and power tools in line with </w:t>
            </w:r>
            <w:r w:rsidR="00CE35B8">
              <w:t>workplace</w:t>
            </w:r>
            <w:r w:rsidR="00CE35B8" w:rsidRPr="0099334D">
              <w:t xml:space="preserve"> </w:t>
            </w:r>
            <w:r w:rsidRPr="0099334D">
              <w:t xml:space="preserve">safety procedures, manufacturer’s instructions environmental </w:t>
            </w:r>
            <w:r w:rsidR="00CE35B8">
              <w:t>requirements</w:t>
            </w:r>
          </w:p>
          <w:p w14:paraId="17CDBBAD" w14:textId="1CC0EDC4" w:rsidR="0099334D" w:rsidRPr="0099334D" w:rsidRDefault="0099334D" w:rsidP="0099334D">
            <w:r w:rsidRPr="0099334D">
              <w:t>2.5 Apply appropriate techniques with tools to produce required production outcomes</w:t>
            </w:r>
          </w:p>
          <w:p w14:paraId="4AA59A1D" w14:textId="306E4109" w:rsidR="0099334D" w:rsidRPr="0099334D" w:rsidRDefault="0099334D" w:rsidP="0099334D">
            <w:r w:rsidRPr="0099334D">
              <w:t>2.6 Check tool operation regularly to assess need for sharpening and other maintenance requirements</w:t>
            </w:r>
          </w:p>
          <w:p w14:paraId="4E162233" w14:textId="76AB0E93" w:rsidR="0099334D" w:rsidRPr="0099334D" w:rsidRDefault="0099334D" w:rsidP="0099334D">
            <w:r w:rsidRPr="0099334D">
              <w:t xml:space="preserve">2.7 Complete basic non-specialist maintenance for hand and power tools in line with manufacturer’s recommendations and </w:t>
            </w:r>
            <w:r w:rsidR="00CE35B8">
              <w:t xml:space="preserve">workplace </w:t>
            </w:r>
            <w:r w:rsidRPr="0099334D">
              <w:t>safety procedures</w:t>
            </w:r>
          </w:p>
          <w:p w14:paraId="1DF4B59F" w14:textId="2E6427D4" w:rsidR="0099334D" w:rsidRPr="0099334D" w:rsidRDefault="0099334D" w:rsidP="0099334D">
            <w:r w:rsidRPr="0099334D">
              <w:t>2.8 Record and report tool faults, serviceability issues and maintenance requirements to appropriate person</w:t>
            </w:r>
          </w:p>
        </w:tc>
      </w:tr>
      <w:tr w:rsidR="004D3167" w:rsidRPr="00963A46" w14:paraId="10D184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9003E4" w14:textId="0F82884B" w:rsidR="004D3167" w:rsidRPr="0099334D" w:rsidRDefault="004D3167" w:rsidP="0099334D">
            <w:r>
              <w:t>3</w:t>
            </w:r>
            <w:r w:rsidR="001D2114">
              <w:t>.</w:t>
            </w:r>
            <w:r>
              <w:t xml:space="preserve"> Clean up</w:t>
            </w:r>
          </w:p>
        </w:tc>
        <w:tc>
          <w:tcPr>
            <w:tcW w:w="3604" w:type="pct"/>
            <w:shd w:val="clear" w:color="auto" w:fill="auto"/>
          </w:tcPr>
          <w:p w14:paraId="4EC4CB50" w14:textId="5696D56C" w:rsidR="004D3167" w:rsidRDefault="004D3167" w:rsidP="0099334D">
            <w:r>
              <w:t>3.1 Clean work area and dispose of, recycle or reuse left over material following workplace and environmental requirements</w:t>
            </w:r>
          </w:p>
          <w:p w14:paraId="52BB4AE5" w14:textId="3DEEA1E4" w:rsidR="004D3167" w:rsidRDefault="004D3167" w:rsidP="0099334D">
            <w:r>
              <w:t xml:space="preserve">3.2 Clean and maintain </w:t>
            </w:r>
            <w:r w:rsidR="001837E1">
              <w:t xml:space="preserve">hand-held </w:t>
            </w:r>
            <w:r>
              <w:t>tools and report any faulty or damaged tools</w:t>
            </w:r>
          </w:p>
          <w:p w14:paraId="06F219B9" w14:textId="08149BFF" w:rsidR="004D3167" w:rsidRPr="0099334D" w:rsidRDefault="004D3167" w:rsidP="004D3167">
            <w:r>
              <w:t xml:space="preserve">3.3 </w:t>
            </w:r>
            <w:r w:rsidR="00194CE1">
              <w:t>S</w:t>
            </w:r>
            <w:r>
              <w:t>tore hand and power tools to their allocated storage area</w:t>
            </w:r>
          </w:p>
        </w:tc>
      </w:tr>
    </w:tbl>
    <w:p w14:paraId="631C260C" w14:textId="76350D7A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E35B8" w:rsidRPr="00336FCA" w:rsidDel="00423CB2" w14:paraId="674510AF" w14:textId="77777777" w:rsidTr="00CA2922">
        <w:tc>
          <w:tcPr>
            <w:tcW w:w="1396" w:type="pct"/>
          </w:tcPr>
          <w:p w14:paraId="78D47292" w14:textId="5358CEA6" w:rsidR="00CE35B8" w:rsidRDefault="00CE35B8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93C3EE2" w14:textId="10FC9FF5" w:rsidR="00CE35B8" w:rsidRPr="005240E7" w:rsidRDefault="00CE35B8" w:rsidP="00B54507">
            <w:pPr>
              <w:pStyle w:val="SIBulletList1"/>
            </w:pPr>
            <w:r>
              <w:t>A</w:t>
            </w:r>
            <w:r w:rsidRPr="00D96F32">
              <w:t>sk open and closed probe questions and actively listen to clarify contents of work orders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3FB08C64" w:rsidR="00041E59" w:rsidRPr="000754EC" w:rsidRDefault="005701EB" w:rsidP="0091548A">
            <w:pPr>
              <w:pStyle w:val="SIText"/>
            </w:pPr>
            <w:r>
              <w:t>FWPCOT2XXX Use hand-held tools</w:t>
            </w:r>
          </w:p>
        </w:tc>
        <w:tc>
          <w:tcPr>
            <w:tcW w:w="1105" w:type="pct"/>
          </w:tcPr>
          <w:p w14:paraId="43730281" w14:textId="50A03929" w:rsidR="00041E59" w:rsidRPr="000754EC" w:rsidRDefault="0099334D" w:rsidP="0091548A">
            <w:pPr>
              <w:pStyle w:val="SIText"/>
            </w:pPr>
            <w:r w:rsidRPr="0099334D">
              <w:t>FWPCOT2219 Use hand-held tools</w:t>
            </w:r>
          </w:p>
        </w:tc>
        <w:tc>
          <w:tcPr>
            <w:tcW w:w="1251" w:type="pct"/>
          </w:tcPr>
          <w:p w14:paraId="19EE6D9C" w14:textId="77777777" w:rsidR="00061A2A" w:rsidRDefault="00061A2A" w:rsidP="000754EC">
            <w:pPr>
              <w:pStyle w:val="SIText"/>
            </w:pPr>
            <w:r>
              <w:t>Application clarified</w:t>
            </w:r>
          </w:p>
          <w:p w14:paraId="0AD4B9D2" w14:textId="77777777" w:rsidR="00061A2A" w:rsidRDefault="00061A2A" w:rsidP="000754EC">
            <w:pPr>
              <w:pStyle w:val="SIText"/>
            </w:pPr>
            <w:r>
              <w:t>Element added</w:t>
            </w:r>
          </w:p>
          <w:p w14:paraId="2C7ECB9A" w14:textId="3EB16B84" w:rsidR="00061A2A" w:rsidRDefault="00C6593A" w:rsidP="000754EC">
            <w:pPr>
              <w:pStyle w:val="SIText"/>
            </w:pPr>
            <w:r>
              <w:t>Performance Criteria,</w:t>
            </w:r>
          </w:p>
          <w:p w14:paraId="2E33F956" w14:textId="37767BC6" w:rsidR="00061A2A" w:rsidRPr="000754EC" w:rsidRDefault="00061A2A" w:rsidP="000754EC">
            <w:pPr>
              <w:pStyle w:val="SIText"/>
            </w:pPr>
            <w:r>
              <w:t>Foundation Skills and Assessment Requirements reviewed</w:t>
            </w:r>
            <w:r w:rsidR="00C6593A">
              <w:t xml:space="preserve"> and update</w:t>
            </w:r>
          </w:p>
        </w:tc>
        <w:tc>
          <w:tcPr>
            <w:tcW w:w="1616" w:type="pct"/>
          </w:tcPr>
          <w:p w14:paraId="1AF1365B" w14:textId="42CE13F7" w:rsidR="00916CD7" w:rsidRPr="000754EC" w:rsidRDefault="00061A2A" w:rsidP="000754EC">
            <w:pPr>
              <w:pStyle w:val="SIText"/>
            </w:pPr>
            <w:r>
              <w:t>Equivalent unit</w:t>
            </w:r>
          </w:p>
        </w:tc>
      </w:tr>
    </w:tbl>
    <w:p w14:paraId="6386F421" w14:textId="1755993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035EBB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7BEB3C2C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469131D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9334D" w:rsidRPr="0099334D">
              <w:t>FWPCOT2</w:t>
            </w:r>
            <w:r w:rsidR="00A63105">
              <w:t>XXX</w:t>
            </w:r>
            <w:r w:rsidR="0099334D" w:rsidRPr="0099334D">
              <w:t xml:space="preserve"> Use hand-held tools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2F32BD5A" w14:textId="16C6E3E4" w:rsidR="00CE35B8" w:rsidRDefault="00CE79C8" w:rsidP="00CE35B8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</w:t>
            </w:r>
            <w:r w:rsidR="00CE35B8" w:rsidRPr="001A46FE">
              <w:t xml:space="preserve">demonstrating competency in this unit must satisfy </w:t>
            </w:r>
            <w:proofErr w:type="gramStart"/>
            <w:r w:rsidR="00CE35B8" w:rsidRPr="001A46FE">
              <w:t>all of</w:t>
            </w:r>
            <w:proofErr w:type="gramEnd"/>
            <w:r w:rsidR="00CE35B8" w:rsidRPr="001A46FE">
              <w:t xml:space="preserve"> the elements</w:t>
            </w:r>
            <w:r w:rsidR="00CE35B8">
              <w:t xml:space="preserve"> and</w:t>
            </w:r>
            <w:r w:rsidR="00CE35B8" w:rsidRPr="001A46FE">
              <w:t xml:space="preserve"> performance criteria </w:t>
            </w:r>
            <w:r w:rsidR="00CE35B8">
              <w:t>in this unit.</w:t>
            </w:r>
          </w:p>
          <w:p w14:paraId="499E5297" w14:textId="3E1E0F1B" w:rsidR="0099334D" w:rsidRDefault="0099334D" w:rsidP="0099334D">
            <w:pPr>
              <w:pStyle w:val="SIText"/>
            </w:pPr>
          </w:p>
          <w:p w14:paraId="2EB46483" w14:textId="223662C4" w:rsidR="005B176B" w:rsidRDefault="005B176B" w:rsidP="0099334D">
            <w:pPr>
              <w:pStyle w:val="SIText"/>
            </w:pPr>
            <w:r>
              <w:t>There must be evidence that the individual has</w:t>
            </w:r>
            <w:r w:rsidR="003F267A">
              <w:t xml:space="preserve"> correctly and safely used hand-held tools in the process of conducting </w:t>
            </w:r>
            <w:r w:rsidR="005701EB">
              <w:t xml:space="preserve">at least three </w:t>
            </w:r>
            <w:r w:rsidR="003F267A">
              <w:t xml:space="preserve">wood product </w:t>
            </w:r>
            <w:r w:rsidR="00F7735C">
              <w:t xml:space="preserve">processing or manufacturing </w:t>
            </w:r>
            <w:r w:rsidR="003F267A">
              <w:t>tasks</w:t>
            </w:r>
            <w:r w:rsidR="005701EB">
              <w:t>.</w:t>
            </w:r>
          </w:p>
          <w:p w14:paraId="2F93EB9A" w14:textId="77777777" w:rsidR="00F7735C" w:rsidRDefault="00F7735C" w:rsidP="0099334D">
            <w:pPr>
              <w:pStyle w:val="SIText"/>
            </w:pPr>
          </w:p>
          <w:p w14:paraId="0B58894A" w14:textId="379578FF" w:rsidR="00BD6B6D" w:rsidRDefault="00BD6B6D" w:rsidP="0099334D">
            <w:pPr>
              <w:pStyle w:val="SIText"/>
            </w:pPr>
            <w:r>
              <w:t>I</w:t>
            </w:r>
            <w:r w:rsidR="00645E73">
              <w:t xml:space="preserve">n doing this, </w:t>
            </w:r>
            <w:r>
              <w:t>the individual has:</w:t>
            </w:r>
          </w:p>
          <w:p w14:paraId="3209A55C" w14:textId="6D510133" w:rsidR="00972694" w:rsidRPr="0099334D" w:rsidRDefault="00972694" w:rsidP="00035EBB">
            <w:pPr>
              <w:pStyle w:val="SIBulletList1"/>
            </w:pPr>
            <w:r>
              <w:t>selected, fitted and correctly used personal protective equipment (PPE)</w:t>
            </w:r>
          </w:p>
          <w:p w14:paraId="59D33C4D" w14:textId="1B77B885" w:rsidR="0099334D" w:rsidRPr="0099334D" w:rsidRDefault="0099334D" w:rsidP="0099334D">
            <w:pPr>
              <w:pStyle w:val="SIBulletList1"/>
            </w:pPr>
            <w:r w:rsidRPr="0099334D">
              <w:t>safely use</w:t>
            </w:r>
            <w:r w:rsidR="004D3167">
              <w:t>d</w:t>
            </w:r>
            <w:r w:rsidRPr="0099334D">
              <w:t>:</w:t>
            </w:r>
          </w:p>
          <w:p w14:paraId="526C92E0" w14:textId="77777777" w:rsidR="0099334D" w:rsidRPr="0099334D" w:rsidRDefault="0099334D" w:rsidP="0099334D">
            <w:pPr>
              <w:pStyle w:val="SIBulletList2"/>
            </w:pPr>
            <w:r w:rsidRPr="0099334D">
              <w:t>handsaws</w:t>
            </w:r>
          </w:p>
          <w:p w14:paraId="2A4B8C5E" w14:textId="77777777" w:rsidR="0099334D" w:rsidRPr="0099334D" w:rsidRDefault="0099334D" w:rsidP="0099334D">
            <w:pPr>
              <w:pStyle w:val="SIBulletList2"/>
            </w:pPr>
            <w:r w:rsidRPr="0099334D">
              <w:t>knives</w:t>
            </w:r>
          </w:p>
          <w:p w14:paraId="2F54C8B1" w14:textId="77777777" w:rsidR="0099334D" w:rsidRPr="0099334D" w:rsidRDefault="0099334D" w:rsidP="0099334D">
            <w:pPr>
              <w:pStyle w:val="SIBulletList2"/>
            </w:pPr>
            <w:r w:rsidRPr="0099334D">
              <w:t>chisels</w:t>
            </w:r>
          </w:p>
          <w:p w14:paraId="62A40045" w14:textId="77777777" w:rsidR="0099334D" w:rsidRPr="0099334D" w:rsidRDefault="0099334D" w:rsidP="0099334D">
            <w:pPr>
              <w:pStyle w:val="SIBulletList2"/>
            </w:pPr>
            <w:r w:rsidRPr="0099334D">
              <w:t>hammers</w:t>
            </w:r>
          </w:p>
          <w:p w14:paraId="48AB4C54" w14:textId="77777777" w:rsidR="0099334D" w:rsidRPr="0099334D" w:rsidRDefault="0099334D" w:rsidP="0099334D">
            <w:pPr>
              <w:pStyle w:val="SIBulletList2"/>
            </w:pPr>
            <w:r w:rsidRPr="0099334D">
              <w:t>hand drills</w:t>
            </w:r>
          </w:p>
          <w:p w14:paraId="6E9C169E" w14:textId="77777777" w:rsidR="0099334D" w:rsidRPr="0099334D" w:rsidRDefault="0099334D" w:rsidP="0099334D">
            <w:pPr>
              <w:pStyle w:val="SIBulletList2"/>
            </w:pPr>
            <w:r w:rsidRPr="0099334D">
              <w:t>files</w:t>
            </w:r>
          </w:p>
          <w:p w14:paraId="751C9F03" w14:textId="77777777" w:rsidR="0099334D" w:rsidRPr="0099334D" w:rsidRDefault="0099334D" w:rsidP="0099334D">
            <w:pPr>
              <w:pStyle w:val="SIBulletList2"/>
            </w:pPr>
            <w:r w:rsidRPr="0099334D">
              <w:t>rasps</w:t>
            </w:r>
          </w:p>
          <w:p w14:paraId="660D1A6B" w14:textId="0C8EF238" w:rsidR="0099334D" w:rsidRPr="0099334D" w:rsidRDefault="004D3167" w:rsidP="0099334D">
            <w:pPr>
              <w:pStyle w:val="SIBulletList1"/>
            </w:pPr>
            <w:r>
              <w:t>safely used power</w:t>
            </w:r>
            <w:r w:rsidR="00104B8B">
              <w:t xml:space="preserve"> and battery operated</w:t>
            </w:r>
            <w:r>
              <w:t xml:space="preserve">: </w:t>
            </w:r>
          </w:p>
          <w:p w14:paraId="1FBB5D1B" w14:textId="77777777" w:rsidR="0099334D" w:rsidRPr="0099334D" w:rsidRDefault="0099334D" w:rsidP="0099334D">
            <w:pPr>
              <w:pStyle w:val="SIBulletList2"/>
            </w:pPr>
            <w:r w:rsidRPr="0099334D">
              <w:t>drills</w:t>
            </w:r>
          </w:p>
          <w:p w14:paraId="71EF8D4D" w14:textId="77777777" w:rsidR="0099334D" w:rsidRPr="0099334D" w:rsidRDefault="0099334D" w:rsidP="0099334D">
            <w:pPr>
              <w:pStyle w:val="SIBulletList2"/>
            </w:pPr>
            <w:r w:rsidRPr="0099334D">
              <w:t>grinders</w:t>
            </w:r>
          </w:p>
          <w:p w14:paraId="0E0CC188" w14:textId="77777777" w:rsidR="0099334D" w:rsidRPr="0099334D" w:rsidRDefault="0099334D" w:rsidP="0099334D">
            <w:pPr>
              <w:pStyle w:val="SIBulletList2"/>
            </w:pPr>
            <w:r w:rsidRPr="0099334D">
              <w:t>sanders</w:t>
            </w:r>
          </w:p>
          <w:p w14:paraId="1A6929F1" w14:textId="77777777" w:rsidR="0099334D" w:rsidRPr="0099334D" w:rsidRDefault="0099334D" w:rsidP="0099334D">
            <w:pPr>
              <w:pStyle w:val="SIBulletList2"/>
            </w:pPr>
            <w:r w:rsidRPr="0099334D">
              <w:t>saws</w:t>
            </w:r>
          </w:p>
          <w:p w14:paraId="4F7ACA7B" w14:textId="77777777" w:rsidR="0099334D" w:rsidRPr="0099334D" w:rsidRDefault="0099334D" w:rsidP="0099334D">
            <w:pPr>
              <w:pStyle w:val="SIBulletList2"/>
            </w:pPr>
            <w:r w:rsidRPr="0099334D">
              <w:t>nail guns</w:t>
            </w:r>
          </w:p>
          <w:p w14:paraId="34B6B8E9" w14:textId="62EF0B09" w:rsidR="0099334D" w:rsidRPr="0099334D" w:rsidRDefault="0099334D" w:rsidP="0099334D">
            <w:pPr>
              <w:pStyle w:val="SIBulletList1"/>
            </w:pPr>
            <w:r w:rsidRPr="0099334D">
              <w:t>complete</w:t>
            </w:r>
            <w:r w:rsidR="005701EB">
              <w:t>d</w:t>
            </w:r>
            <w:r w:rsidRPr="0099334D">
              <w:t xml:space="preserve"> basic non-specialist maintenance in line with manufacturers’ recommendations, </w:t>
            </w:r>
            <w:r w:rsidR="00F564CC">
              <w:t>to</w:t>
            </w:r>
            <w:r w:rsidRPr="0099334D">
              <w:t>:</w:t>
            </w:r>
          </w:p>
          <w:p w14:paraId="667AAEA6" w14:textId="6C04DDA4" w:rsidR="00F564CC" w:rsidRDefault="0099334D" w:rsidP="002E4F65">
            <w:pPr>
              <w:pStyle w:val="SIBulletList2"/>
            </w:pPr>
            <w:r w:rsidRPr="0099334D">
              <w:t>sharpen</w:t>
            </w:r>
          </w:p>
          <w:p w14:paraId="21EEC918" w14:textId="11B7C388" w:rsidR="0099334D" w:rsidRPr="0099334D" w:rsidRDefault="0099334D" w:rsidP="002E4F65">
            <w:pPr>
              <w:pStyle w:val="SIBulletList2"/>
            </w:pPr>
            <w:r w:rsidRPr="0099334D">
              <w:t>clean</w:t>
            </w:r>
          </w:p>
          <w:p w14:paraId="60A56726" w14:textId="51D5020F" w:rsidR="0099334D" w:rsidRPr="0099334D" w:rsidRDefault="0099334D" w:rsidP="0099334D">
            <w:pPr>
              <w:pStyle w:val="SIBulletList2"/>
            </w:pPr>
            <w:r w:rsidRPr="0099334D">
              <w:t>lubricat</w:t>
            </w:r>
            <w:r w:rsidR="00F564CC">
              <w:t>e</w:t>
            </w:r>
          </w:p>
          <w:p w14:paraId="4472F6F2" w14:textId="31300AF5" w:rsidR="0099334D" w:rsidRPr="0099334D" w:rsidRDefault="0099334D" w:rsidP="0099334D">
            <w:pPr>
              <w:pStyle w:val="SIBulletList2"/>
            </w:pPr>
            <w:r w:rsidRPr="0099334D">
              <w:t>tighten</w:t>
            </w:r>
          </w:p>
          <w:p w14:paraId="09786919" w14:textId="1B21231C" w:rsidR="0099334D" w:rsidRPr="0099334D" w:rsidRDefault="0099334D" w:rsidP="0099334D">
            <w:pPr>
              <w:pStyle w:val="SIBulletList2"/>
            </w:pPr>
            <w:r w:rsidRPr="0099334D">
              <w:t>adjust</w:t>
            </w:r>
          </w:p>
          <w:p w14:paraId="6B64ACFC" w14:textId="614CB54C" w:rsidR="0099334D" w:rsidRPr="0099334D" w:rsidRDefault="0099334D" w:rsidP="0099334D">
            <w:pPr>
              <w:pStyle w:val="SIBulletList2"/>
            </w:pPr>
            <w:r w:rsidRPr="0099334D">
              <w:t>check consumable components for bluntness, wear and other damage</w:t>
            </w:r>
          </w:p>
          <w:p w14:paraId="79726D65" w14:textId="20FA2F3D" w:rsidR="005247E6" w:rsidRDefault="0099334D" w:rsidP="00972694">
            <w:pPr>
              <w:pStyle w:val="SIBulletList2"/>
            </w:pPr>
            <w:r w:rsidRPr="0099334D">
              <w:t>remov</w:t>
            </w:r>
            <w:r w:rsidR="00F564CC">
              <w:t>e</w:t>
            </w:r>
            <w:r w:rsidRPr="0099334D">
              <w:t xml:space="preserve"> and replac</w:t>
            </w:r>
            <w:r w:rsidR="00F564CC">
              <w:t>e</w:t>
            </w:r>
            <w:r w:rsidRPr="0099334D">
              <w:t xml:space="preserve"> consumable components</w:t>
            </w:r>
            <w:r w:rsidR="00972694">
              <w:t>.</w:t>
            </w:r>
          </w:p>
          <w:p w14:paraId="3F537752" w14:textId="38F30D8E" w:rsidR="00556C4C" w:rsidRPr="000754EC" w:rsidRDefault="00556C4C" w:rsidP="00035EBB">
            <w:pPr>
              <w:pStyle w:val="SIBulletList2"/>
              <w:numPr>
                <w:ilvl w:val="0"/>
                <w:numId w:val="0"/>
              </w:numPr>
              <w:ind w:left="357"/>
            </w:pP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68CBD6AA" w14:textId="77777777" w:rsidR="005701EB" w:rsidRDefault="005701EB" w:rsidP="005701EB">
            <w:r w:rsidRPr="005701EB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26BB37CF" w14:textId="437E2746" w:rsidR="003362C4" w:rsidRDefault="005701EB" w:rsidP="005701EB">
            <w:pPr>
              <w:pStyle w:val="SIBulletList1"/>
            </w:pPr>
            <w:r w:rsidRPr="0099334D" w:rsidDel="005701EB">
              <w:t xml:space="preserve"> </w:t>
            </w:r>
            <w:r w:rsidR="008C5D72" w:rsidRPr="005701EB">
              <w:t>types</w:t>
            </w:r>
            <w:r w:rsidR="003362C4">
              <w:t xml:space="preserve"> of hand and power tools their</w:t>
            </w:r>
            <w:r w:rsidR="008C5D72">
              <w:t xml:space="preserve"> </w:t>
            </w:r>
            <w:r w:rsidR="004F4922">
              <w:t>functional and operational features</w:t>
            </w:r>
            <w:r w:rsidR="003362C4">
              <w:t>:</w:t>
            </w:r>
          </w:p>
          <w:p w14:paraId="26114767" w14:textId="189C2FD8" w:rsidR="003362C4" w:rsidRDefault="003362C4" w:rsidP="00035EBB">
            <w:pPr>
              <w:pStyle w:val="SIBulletList2"/>
            </w:pPr>
            <w:r w:rsidRPr="0099334D">
              <w:t>techniques</w:t>
            </w:r>
            <w:r>
              <w:t xml:space="preserve"> and safe use</w:t>
            </w:r>
          </w:p>
          <w:p w14:paraId="5B4998CD" w14:textId="77777777" w:rsidR="003362C4" w:rsidRDefault="003362C4" w:rsidP="00035EBB">
            <w:pPr>
              <w:pStyle w:val="SIBulletList2"/>
            </w:pPr>
            <w:r w:rsidRPr="0099334D">
              <w:t>non-specialist repair and maintenance</w:t>
            </w:r>
          </w:p>
          <w:p w14:paraId="61157FF4" w14:textId="3AE43940" w:rsidR="004F4922" w:rsidRDefault="003362C4" w:rsidP="00035EBB">
            <w:pPr>
              <w:pStyle w:val="SIBulletList2"/>
            </w:pPr>
            <w:r>
              <w:t>identifying and tagging faulty / damaged equipment</w:t>
            </w:r>
          </w:p>
          <w:p w14:paraId="6AFE4D3F" w14:textId="38E65C14" w:rsidR="00373636" w:rsidRDefault="00373636" w:rsidP="0099334D">
            <w:pPr>
              <w:pStyle w:val="SIBulletList1"/>
            </w:pPr>
            <w:r>
              <w:t>battery operated power tools</w:t>
            </w:r>
          </w:p>
          <w:p w14:paraId="39288B85" w14:textId="77777777" w:rsidR="00972694" w:rsidRDefault="00972694" w:rsidP="0099334D">
            <w:pPr>
              <w:pStyle w:val="SIBulletList1"/>
            </w:pPr>
            <w:r>
              <w:t>workplace safety:</w:t>
            </w:r>
          </w:p>
          <w:p w14:paraId="637D528B" w14:textId="4960D2A9" w:rsidR="00972694" w:rsidRDefault="00972694" w:rsidP="00035EBB">
            <w:pPr>
              <w:pStyle w:val="SIBulletList2"/>
            </w:pPr>
            <w:r>
              <w:t>personal protective equipment (PPE)</w:t>
            </w:r>
          </w:p>
          <w:p w14:paraId="28B3D2D4" w14:textId="7960C032" w:rsidR="00E82279" w:rsidRDefault="00E82279" w:rsidP="00035EBB">
            <w:pPr>
              <w:pStyle w:val="SIBulletList2"/>
            </w:pPr>
            <w:r>
              <w:t>electrical hazards – use of residual current devices (RCD)</w:t>
            </w:r>
          </w:p>
          <w:p w14:paraId="00E95805" w14:textId="12E2586A" w:rsidR="00373636" w:rsidRDefault="00373636" w:rsidP="00035EBB">
            <w:pPr>
              <w:pStyle w:val="SIBulletList2"/>
            </w:pPr>
            <w:r>
              <w:t xml:space="preserve">equipment </w:t>
            </w:r>
            <w:proofErr w:type="gramStart"/>
            <w:r>
              <w:t>lock</w:t>
            </w:r>
            <w:proofErr w:type="gramEnd"/>
            <w:r>
              <w:t xml:space="preserve"> out</w:t>
            </w:r>
          </w:p>
          <w:p w14:paraId="0FBA46B0" w14:textId="77777777" w:rsidR="00E82279" w:rsidRDefault="00E82279" w:rsidP="00035EBB">
            <w:pPr>
              <w:pStyle w:val="SIBulletList2"/>
            </w:pPr>
            <w:r>
              <w:t>exposure to dust</w:t>
            </w:r>
          </w:p>
          <w:p w14:paraId="5DCA9448" w14:textId="1794CD8C" w:rsidR="00E82279" w:rsidRDefault="00E82279" w:rsidP="00035EBB">
            <w:pPr>
              <w:pStyle w:val="SIBulletList2"/>
            </w:pPr>
            <w:r>
              <w:t>exposure to excessive noise</w:t>
            </w:r>
          </w:p>
          <w:p w14:paraId="335EBF88" w14:textId="668D053E" w:rsidR="006015D9" w:rsidRDefault="006015D9" w:rsidP="0099334D">
            <w:pPr>
              <w:pStyle w:val="SIBulletList1"/>
            </w:pPr>
            <w:r w:rsidRPr="0099334D">
              <w:t xml:space="preserve">organisational procedures </w:t>
            </w:r>
            <w:r>
              <w:t>relevant</w:t>
            </w:r>
            <w:r w:rsidRPr="0099334D">
              <w:t xml:space="preserve"> to hand-held-tools</w:t>
            </w:r>
          </w:p>
          <w:p w14:paraId="4B0F1C06" w14:textId="52C8DE07" w:rsidR="006015D9" w:rsidRDefault="006015D9" w:rsidP="0099334D">
            <w:pPr>
              <w:pStyle w:val="SIBulletList1"/>
            </w:pPr>
            <w:r>
              <w:t>manufacturer’s specifications and instructions</w:t>
            </w:r>
          </w:p>
          <w:p w14:paraId="235436E8" w14:textId="0B4E7FF2" w:rsidR="0099334D" w:rsidRPr="0099334D" w:rsidRDefault="0099334D" w:rsidP="00035EBB">
            <w:pPr>
              <w:pStyle w:val="SIBulletList1"/>
            </w:pPr>
            <w:r w:rsidRPr="0099334D">
              <w:t xml:space="preserve">environmental </w:t>
            </w:r>
            <w:r w:rsidR="006015D9">
              <w:t xml:space="preserve">requirements for </w:t>
            </w:r>
            <w:r w:rsidRPr="0099334D">
              <w:t>safely disposing of waste and used consumables</w:t>
            </w:r>
          </w:p>
          <w:p w14:paraId="40951706" w14:textId="77488081" w:rsidR="00D3333F" w:rsidRPr="000754EC" w:rsidRDefault="0099334D" w:rsidP="00035EBB">
            <w:pPr>
              <w:pStyle w:val="SIBulletList1"/>
            </w:pPr>
            <w:r w:rsidRPr="0099334D">
              <w:t>recording and reporting equipment faults and maintenance requests.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05FDE308" w14:textId="515FF1B5" w:rsidR="00456C3E" w:rsidRDefault="00456C3E" w:rsidP="00456C3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7FB62C6" w14:textId="77777777" w:rsidR="00456C3E" w:rsidRDefault="00456C3E" w:rsidP="00456C3E">
            <w:pPr>
              <w:pStyle w:val="SIBulletList1"/>
            </w:pPr>
            <w:r>
              <w:lastRenderedPageBreak/>
              <w:t>physical conditions:</w:t>
            </w:r>
          </w:p>
          <w:p w14:paraId="020940F7" w14:textId="0A184B1E" w:rsidR="00456C3E" w:rsidRPr="001A46FE" w:rsidRDefault="005701EB" w:rsidP="00456C3E">
            <w:pPr>
              <w:pStyle w:val="SIBulletList2"/>
            </w:pPr>
            <w:r>
              <w:t>skills must be demonstrated</w:t>
            </w:r>
            <w:r w:rsidR="00456C3E" w:rsidRPr="001A46FE">
              <w:t xml:space="preserve"> in the workplace or </w:t>
            </w:r>
            <w:r>
              <w:t>an</w:t>
            </w:r>
            <w:r w:rsidR="00456C3E" w:rsidRPr="001A46FE">
              <w:t xml:space="preserve"> environment that accurately </w:t>
            </w:r>
            <w:r>
              <w:t>represents workplace conditions</w:t>
            </w:r>
          </w:p>
          <w:p w14:paraId="380E0119" w14:textId="77777777" w:rsidR="00456C3E" w:rsidRDefault="00456C3E" w:rsidP="00456C3E">
            <w:pPr>
              <w:pStyle w:val="SIBulletList1"/>
            </w:pPr>
            <w:r>
              <w:t>resources, equipment and materials:</w:t>
            </w:r>
          </w:p>
          <w:p w14:paraId="7E27770E" w14:textId="01BBF21F" w:rsidR="00456C3E" w:rsidRDefault="00456C3E" w:rsidP="00456C3E">
            <w:pPr>
              <w:pStyle w:val="SIBulletList2"/>
            </w:pPr>
            <w:r>
              <w:t>hand and power tools</w:t>
            </w:r>
          </w:p>
          <w:p w14:paraId="22442D89" w14:textId="77777777" w:rsidR="00456C3E" w:rsidRDefault="00456C3E" w:rsidP="00456C3E">
            <w:pPr>
              <w:pStyle w:val="SIBulletList2"/>
            </w:pPr>
            <w:r>
              <w:t>battery operated tools</w:t>
            </w:r>
          </w:p>
          <w:p w14:paraId="7C7EC1B3" w14:textId="562490C1" w:rsidR="00456C3E" w:rsidRDefault="00456C3E" w:rsidP="00456C3E">
            <w:pPr>
              <w:pStyle w:val="SIBulletList2"/>
            </w:pPr>
            <w:r>
              <w:t>personal protective equipment</w:t>
            </w:r>
          </w:p>
          <w:p w14:paraId="53D21833" w14:textId="77777777" w:rsidR="00456C3E" w:rsidRDefault="00456C3E" w:rsidP="00456C3E">
            <w:pPr>
              <w:pStyle w:val="SIBulletList1"/>
            </w:pPr>
            <w:r>
              <w:t>specifications:</w:t>
            </w:r>
          </w:p>
          <w:p w14:paraId="3DF73F6F" w14:textId="3589561A" w:rsidR="00456C3E" w:rsidRDefault="00456C3E" w:rsidP="00035EBB">
            <w:pPr>
              <w:pStyle w:val="SIBulletList2"/>
            </w:pPr>
            <w:r>
              <w:t>workplace safety and environmental documentation</w:t>
            </w:r>
          </w:p>
          <w:p w14:paraId="1ACD4F17" w14:textId="3FCFBF35" w:rsidR="00456C3E" w:rsidRDefault="00456C3E" w:rsidP="00035EBB">
            <w:pPr>
              <w:pStyle w:val="SIBulletList2"/>
            </w:pPr>
            <w:r>
              <w:t>manufacturer’s specifications and instructions</w:t>
            </w:r>
          </w:p>
          <w:p w14:paraId="4B0F4AB2" w14:textId="77777777" w:rsidR="00456C3E" w:rsidRPr="001A46FE" w:rsidRDefault="00456C3E" w:rsidP="00456C3E">
            <w:pPr>
              <w:pStyle w:val="SIBulletList1"/>
            </w:pPr>
            <w:r>
              <w:t>relationships:</w:t>
            </w:r>
          </w:p>
          <w:p w14:paraId="24B17D2F" w14:textId="2F5A794C" w:rsidR="00456C3E" w:rsidRPr="001A46FE" w:rsidRDefault="00456C3E" w:rsidP="00456C3E">
            <w:pPr>
              <w:pStyle w:val="SIBulletList2"/>
            </w:pPr>
            <w:r>
              <w:t>person</w:t>
            </w:r>
            <w:r w:rsidRPr="001A46FE">
              <w:t xml:space="preserve"> </w:t>
            </w:r>
            <w:r>
              <w:t>to</w:t>
            </w:r>
            <w:r w:rsidRPr="001A46FE">
              <w:t xml:space="preserve"> co</w:t>
            </w:r>
            <w:r>
              <w:t>nfirm work orders and report issues with hand and power tools</w:t>
            </w:r>
            <w:r w:rsidRPr="001A46FE">
              <w:t>.</w:t>
            </w:r>
          </w:p>
          <w:p w14:paraId="481C4AD7" w14:textId="77777777" w:rsidR="00456C3E" w:rsidRPr="001A46FE" w:rsidRDefault="00456C3E" w:rsidP="00456C3E">
            <w:pPr>
              <w:pStyle w:val="SIText"/>
            </w:pPr>
          </w:p>
          <w:p w14:paraId="6D7393E6" w14:textId="4B88846C" w:rsidR="00456C3E" w:rsidRDefault="00456C3E" w:rsidP="0099334D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  <w:p w14:paraId="539215B3" w14:textId="71D6B52C" w:rsidR="00F1480E" w:rsidRPr="00255C67" w:rsidRDefault="00F1480E" w:rsidP="00035EB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A099130" w14:textId="0BD65DE5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  <w:bookmarkStart w:id="0" w:name="_GoBack"/>
      <w:bookmarkEnd w:id="0"/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700ED" w14:textId="77777777" w:rsidR="002D6986" w:rsidRDefault="002D6986" w:rsidP="00BF3F0A">
      <w:r>
        <w:separator/>
      </w:r>
    </w:p>
    <w:p w14:paraId="4B2B4CC7" w14:textId="77777777" w:rsidR="002D6986" w:rsidRDefault="002D6986"/>
  </w:endnote>
  <w:endnote w:type="continuationSeparator" w:id="0">
    <w:p w14:paraId="004EC55B" w14:textId="77777777" w:rsidR="002D6986" w:rsidRDefault="002D6986" w:rsidP="00BF3F0A">
      <w:r>
        <w:continuationSeparator/>
      </w:r>
    </w:p>
    <w:p w14:paraId="68F5D2DA" w14:textId="77777777" w:rsidR="002D6986" w:rsidRDefault="002D69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EBB12" w14:textId="77777777" w:rsidR="00035EBB" w:rsidRDefault="00035EB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6593A">
          <w:rPr>
            <w:noProof/>
          </w:rPr>
          <w:t>2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E44D8" w14:textId="77777777" w:rsidR="00035EBB" w:rsidRDefault="00035EB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9F49C" w14:textId="77777777" w:rsidR="002D6986" w:rsidRDefault="002D6986" w:rsidP="00BF3F0A">
      <w:r>
        <w:separator/>
      </w:r>
    </w:p>
    <w:p w14:paraId="5EFA0A0B" w14:textId="77777777" w:rsidR="002D6986" w:rsidRDefault="002D6986"/>
  </w:footnote>
  <w:footnote w:type="continuationSeparator" w:id="0">
    <w:p w14:paraId="39D64B35" w14:textId="77777777" w:rsidR="002D6986" w:rsidRDefault="002D6986" w:rsidP="00BF3F0A">
      <w:r>
        <w:continuationSeparator/>
      </w:r>
    </w:p>
    <w:p w14:paraId="6D0FF1F7" w14:textId="77777777" w:rsidR="002D6986" w:rsidRDefault="002D69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D2F79" w14:textId="77777777" w:rsidR="00035EBB" w:rsidRDefault="00035E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285670A1" w:rsidR="009C2650" w:rsidRPr="0099334D" w:rsidRDefault="0099334D" w:rsidP="0099334D">
    <w:r w:rsidRPr="0099334D">
      <w:t>FWPCOT2</w:t>
    </w:r>
    <w:r w:rsidR="00035EBB">
      <w:t>XXX</w:t>
    </w:r>
    <w:r w:rsidRPr="0099334D">
      <w:t xml:space="preserve"> Use hand-held tools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4C3A1" w14:textId="77777777" w:rsidR="00035EBB" w:rsidRDefault="00035E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YxMzQxtDQ1NTBQ0lEKTi0uzszPAykwrAUAurgWhi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EBB"/>
    <w:rsid w:val="00035F2E"/>
    <w:rsid w:val="00041E59"/>
    <w:rsid w:val="000516B1"/>
    <w:rsid w:val="00061A2A"/>
    <w:rsid w:val="00064BFE"/>
    <w:rsid w:val="00070B3E"/>
    <w:rsid w:val="00071F95"/>
    <w:rsid w:val="000737BB"/>
    <w:rsid w:val="00074E47"/>
    <w:rsid w:val="000754EC"/>
    <w:rsid w:val="0008644D"/>
    <w:rsid w:val="0009093B"/>
    <w:rsid w:val="00093449"/>
    <w:rsid w:val="00097D2B"/>
    <w:rsid w:val="000A5441"/>
    <w:rsid w:val="000C149A"/>
    <w:rsid w:val="000C224E"/>
    <w:rsid w:val="000D0F5D"/>
    <w:rsid w:val="000E25E6"/>
    <w:rsid w:val="000E2C86"/>
    <w:rsid w:val="000F29F2"/>
    <w:rsid w:val="00101659"/>
    <w:rsid w:val="00104B8B"/>
    <w:rsid w:val="00105AEA"/>
    <w:rsid w:val="001078BF"/>
    <w:rsid w:val="0013175B"/>
    <w:rsid w:val="00133957"/>
    <w:rsid w:val="001372F6"/>
    <w:rsid w:val="00144385"/>
    <w:rsid w:val="00146EEC"/>
    <w:rsid w:val="00151D55"/>
    <w:rsid w:val="00151D93"/>
    <w:rsid w:val="00156EF3"/>
    <w:rsid w:val="001722A8"/>
    <w:rsid w:val="001766A1"/>
    <w:rsid w:val="00176E4F"/>
    <w:rsid w:val="001837E1"/>
    <w:rsid w:val="0018546B"/>
    <w:rsid w:val="00194CE1"/>
    <w:rsid w:val="001956AF"/>
    <w:rsid w:val="00195F2D"/>
    <w:rsid w:val="001A46FE"/>
    <w:rsid w:val="001A6A3E"/>
    <w:rsid w:val="001A7B6D"/>
    <w:rsid w:val="001B34D5"/>
    <w:rsid w:val="001B37A1"/>
    <w:rsid w:val="001B513A"/>
    <w:rsid w:val="001C0A75"/>
    <w:rsid w:val="001C1306"/>
    <w:rsid w:val="001D2114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593A"/>
    <w:rsid w:val="00255C67"/>
    <w:rsid w:val="00262FC3"/>
    <w:rsid w:val="0026394F"/>
    <w:rsid w:val="00267AF6"/>
    <w:rsid w:val="002722FC"/>
    <w:rsid w:val="00276DB8"/>
    <w:rsid w:val="00282664"/>
    <w:rsid w:val="00285FB8"/>
    <w:rsid w:val="002970C3"/>
    <w:rsid w:val="002A4CD3"/>
    <w:rsid w:val="002A6CC4"/>
    <w:rsid w:val="002B7249"/>
    <w:rsid w:val="002C55E9"/>
    <w:rsid w:val="002D0C8B"/>
    <w:rsid w:val="002D330A"/>
    <w:rsid w:val="002D6986"/>
    <w:rsid w:val="002D7F74"/>
    <w:rsid w:val="002E170C"/>
    <w:rsid w:val="002E193E"/>
    <w:rsid w:val="002F7B20"/>
    <w:rsid w:val="00305EFF"/>
    <w:rsid w:val="00310A6A"/>
    <w:rsid w:val="003144E6"/>
    <w:rsid w:val="00324365"/>
    <w:rsid w:val="00330C29"/>
    <w:rsid w:val="003362C4"/>
    <w:rsid w:val="00337E82"/>
    <w:rsid w:val="003404AD"/>
    <w:rsid w:val="00346FDC"/>
    <w:rsid w:val="00350BB1"/>
    <w:rsid w:val="00352C83"/>
    <w:rsid w:val="00365CD6"/>
    <w:rsid w:val="00366805"/>
    <w:rsid w:val="0037067D"/>
    <w:rsid w:val="00373436"/>
    <w:rsid w:val="003736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267A"/>
    <w:rsid w:val="004127E3"/>
    <w:rsid w:val="00424CE2"/>
    <w:rsid w:val="0043212E"/>
    <w:rsid w:val="00434366"/>
    <w:rsid w:val="00434ECE"/>
    <w:rsid w:val="00441B6F"/>
    <w:rsid w:val="00442EB2"/>
    <w:rsid w:val="00444423"/>
    <w:rsid w:val="00452F3E"/>
    <w:rsid w:val="00456C3E"/>
    <w:rsid w:val="004640AE"/>
    <w:rsid w:val="004679E3"/>
    <w:rsid w:val="00475172"/>
    <w:rsid w:val="004758B0"/>
    <w:rsid w:val="004832D2"/>
    <w:rsid w:val="00485559"/>
    <w:rsid w:val="004912C0"/>
    <w:rsid w:val="00497B98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167"/>
    <w:rsid w:val="004D32F7"/>
    <w:rsid w:val="004D44B1"/>
    <w:rsid w:val="004E0460"/>
    <w:rsid w:val="004E1579"/>
    <w:rsid w:val="004E5FAE"/>
    <w:rsid w:val="004E6245"/>
    <w:rsid w:val="004E6741"/>
    <w:rsid w:val="004E7094"/>
    <w:rsid w:val="004F4922"/>
    <w:rsid w:val="004F5DC7"/>
    <w:rsid w:val="004F78DA"/>
    <w:rsid w:val="00502F9B"/>
    <w:rsid w:val="005145AB"/>
    <w:rsid w:val="00520E9A"/>
    <w:rsid w:val="005240E7"/>
    <w:rsid w:val="005247E6"/>
    <w:rsid w:val="005248C1"/>
    <w:rsid w:val="00526134"/>
    <w:rsid w:val="0054046A"/>
    <w:rsid w:val="005405B2"/>
    <w:rsid w:val="005427C8"/>
    <w:rsid w:val="005446D1"/>
    <w:rsid w:val="00556C4C"/>
    <w:rsid w:val="00557369"/>
    <w:rsid w:val="00564ADD"/>
    <w:rsid w:val="005701EB"/>
    <w:rsid w:val="005708EB"/>
    <w:rsid w:val="00575BC6"/>
    <w:rsid w:val="00583902"/>
    <w:rsid w:val="005914FD"/>
    <w:rsid w:val="005A1D70"/>
    <w:rsid w:val="005A3AA5"/>
    <w:rsid w:val="005A566C"/>
    <w:rsid w:val="005A6AF3"/>
    <w:rsid w:val="005A6C9C"/>
    <w:rsid w:val="005A74DC"/>
    <w:rsid w:val="005B176B"/>
    <w:rsid w:val="005B3738"/>
    <w:rsid w:val="005B5146"/>
    <w:rsid w:val="005C7C39"/>
    <w:rsid w:val="005D1AFD"/>
    <w:rsid w:val="005E51E6"/>
    <w:rsid w:val="005F027A"/>
    <w:rsid w:val="005F33CC"/>
    <w:rsid w:val="005F771F"/>
    <w:rsid w:val="006015D9"/>
    <w:rsid w:val="006079B8"/>
    <w:rsid w:val="006121D4"/>
    <w:rsid w:val="00613B49"/>
    <w:rsid w:val="00615134"/>
    <w:rsid w:val="00616845"/>
    <w:rsid w:val="00620E8E"/>
    <w:rsid w:val="00633CFE"/>
    <w:rsid w:val="00634FCA"/>
    <w:rsid w:val="006407B2"/>
    <w:rsid w:val="006429BF"/>
    <w:rsid w:val="00643D1B"/>
    <w:rsid w:val="006452B8"/>
    <w:rsid w:val="00645E73"/>
    <w:rsid w:val="006464A5"/>
    <w:rsid w:val="00652E62"/>
    <w:rsid w:val="0066770B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23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1BA"/>
    <w:rsid w:val="00761DBE"/>
    <w:rsid w:val="0076523B"/>
    <w:rsid w:val="00771B60"/>
    <w:rsid w:val="00774610"/>
    <w:rsid w:val="00781D77"/>
    <w:rsid w:val="00783549"/>
    <w:rsid w:val="007860B7"/>
    <w:rsid w:val="00786DC8"/>
    <w:rsid w:val="007A300D"/>
    <w:rsid w:val="007C012C"/>
    <w:rsid w:val="007D5A78"/>
    <w:rsid w:val="007E3BD1"/>
    <w:rsid w:val="007F1563"/>
    <w:rsid w:val="007F1EB2"/>
    <w:rsid w:val="007F44DB"/>
    <w:rsid w:val="007F5A8B"/>
    <w:rsid w:val="00817D51"/>
    <w:rsid w:val="00823255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479A"/>
    <w:rsid w:val="008B2C77"/>
    <w:rsid w:val="008B4AD2"/>
    <w:rsid w:val="008B7138"/>
    <w:rsid w:val="008C5D72"/>
    <w:rsid w:val="008D000B"/>
    <w:rsid w:val="008D7A7B"/>
    <w:rsid w:val="008E260C"/>
    <w:rsid w:val="008E39BE"/>
    <w:rsid w:val="008E62EC"/>
    <w:rsid w:val="008F32F6"/>
    <w:rsid w:val="008F4B87"/>
    <w:rsid w:val="0091548A"/>
    <w:rsid w:val="00916CD7"/>
    <w:rsid w:val="00920927"/>
    <w:rsid w:val="00921B38"/>
    <w:rsid w:val="0092273B"/>
    <w:rsid w:val="00923720"/>
    <w:rsid w:val="0092550D"/>
    <w:rsid w:val="009278C9"/>
    <w:rsid w:val="00927FA3"/>
    <w:rsid w:val="00932CD7"/>
    <w:rsid w:val="00944C09"/>
    <w:rsid w:val="009527CB"/>
    <w:rsid w:val="00953678"/>
    <w:rsid w:val="00953835"/>
    <w:rsid w:val="00953E80"/>
    <w:rsid w:val="00960F6C"/>
    <w:rsid w:val="00970747"/>
    <w:rsid w:val="00972694"/>
    <w:rsid w:val="0099334D"/>
    <w:rsid w:val="00997BFC"/>
    <w:rsid w:val="009A064B"/>
    <w:rsid w:val="009A2980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F0DCC"/>
    <w:rsid w:val="009F11CA"/>
    <w:rsid w:val="009F44A7"/>
    <w:rsid w:val="00A0695B"/>
    <w:rsid w:val="00A13052"/>
    <w:rsid w:val="00A216A8"/>
    <w:rsid w:val="00A223A6"/>
    <w:rsid w:val="00A3639E"/>
    <w:rsid w:val="00A5092E"/>
    <w:rsid w:val="00A554D6"/>
    <w:rsid w:val="00A56E14"/>
    <w:rsid w:val="00A5719B"/>
    <w:rsid w:val="00A63105"/>
    <w:rsid w:val="00A6476B"/>
    <w:rsid w:val="00A76C6C"/>
    <w:rsid w:val="00A8704A"/>
    <w:rsid w:val="00A87356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5FDC"/>
    <w:rsid w:val="00B26EFA"/>
    <w:rsid w:val="00B3508F"/>
    <w:rsid w:val="00B443EE"/>
    <w:rsid w:val="00B54507"/>
    <w:rsid w:val="00B560C8"/>
    <w:rsid w:val="00B61150"/>
    <w:rsid w:val="00B62816"/>
    <w:rsid w:val="00B64679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63AC"/>
    <w:rsid w:val="00BC6BB1"/>
    <w:rsid w:val="00BD3B0F"/>
    <w:rsid w:val="00BD6B6D"/>
    <w:rsid w:val="00BF1D4C"/>
    <w:rsid w:val="00BF3F0A"/>
    <w:rsid w:val="00C143C3"/>
    <w:rsid w:val="00C1739B"/>
    <w:rsid w:val="00C21ADE"/>
    <w:rsid w:val="00C26067"/>
    <w:rsid w:val="00C30A29"/>
    <w:rsid w:val="00C317DC"/>
    <w:rsid w:val="00C41C01"/>
    <w:rsid w:val="00C43DFA"/>
    <w:rsid w:val="00C578E9"/>
    <w:rsid w:val="00C6593A"/>
    <w:rsid w:val="00C70626"/>
    <w:rsid w:val="00C7108D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7C1B"/>
    <w:rsid w:val="00CD4E9D"/>
    <w:rsid w:val="00CD4F4D"/>
    <w:rsid w:val="00CE35B8"/>
    <w:rsid w:val="00CE79C8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33F"/>
    <w:rsid w:val="00D41303"/>
    <w:rsid w:val="00D54C76"/>
    <w:rsid w:val="00D71E43"/>
    <w:rsid w:val="00D727F3"/>
    <w:rsid w:val="00D73695"/>
    <w:rsid w:val="00D74722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C1D69"/>
    <w:rsid w:val="00DC5612"/>
    <w:rsid w:val="00DC5A3A"/>
    <w:rsid w:val="00DD0726"/>
    <w:rsid w:val="00E238E6"/>
    <w:rsid w:val="00E35064"/>
    <w:rsid w:val="00E3681D"/>
    <w:rsid w:val="00E40225"/>
    <w:rsid w:val="00E501F0"/>
    <w:rsid w:val="00E6166D"/>
    <w:rsid w:val="00E7457B"/>
    <w:rsid w:val="00E82279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6453"/>
    <w:rsid w:val="00F33FF2"/>
    <w:rsid w:val="00F438FC"/>
    <w:rsid w:val="00F5616F"/>
    <w:rsid w:val="00F56451"/>
    <w:rsid w:val="00F564CC"/>
    <w:rsid w:val="00F56827"/>
    <w:rsid w:val="00F62866"/>
    <w:rsid w:val="00F65EF0"/>
    <w:rsid w:val="00F71651"/>
    <w:rsid w:val="00F75CB9"/>
    <w:rsid w:val="00F76191"/>
    <w:rsid w:val="00F76CC6"/>
    <w:rsid w:val="00F7735C"/>
    <w:rsid w:val="00F775FC"/>
    <w:rsid w:val="00F83D7C"/>
    <w:rsid w:val="00FB232E"/>
    <w:rsid w:val="00FD123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D0F5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AD23A1-EFD8-4F57-9057-064E8219A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230</TotalTime>
  <Pages>4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40</cp:revision>
  <cp:lastPrinted>2016-05-27T05:21:00Z</cp:lastPrinted>
  <dcterms:created xsi:type="dcterms:W3CDTF">2019-07-21T23:08:00Z</dcterms:created>
  <dcterms:modified xsi:type="dcterms:W3CDTF">2020-02-05T21:59:00Z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